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E465164" wp14:editId="4AAD5261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1477645</wp:posOffset>
                      </wp:positionV>
                      <wp:extent cx="2411730" cy="1061085"/>
                      <wp:effectExtent l="0" t="0" r="7620" b="571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61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216D2" w:rsidRPr="00050004" w:rsidRDefault="00D216D2" w:rsidP="00D216D2">
                                  <w:pPr>
                                    <w:pStyle w:val="Bezmezer"/>
                                    <w:rPr>
                                      <w:rFonts w:eastAsia="Calibri" w:cs="Times New Roman"/>
                                    </w:rPr>
                                  </w:pPr>
                                  <w:r w:rsidRPr="00050004">
                                    <w:rPr>
                                      <w:rFonts w:eastAsia="Calibri" w:cs="Times New Roman"/>
                                    </w:rPr>
                                    <w:t>Správa železnic, státní organizace</w:t>
                                  </w:r>
                                </w:p>
                                <w:p w:rsidR="00D216D2" w:rsidRPr="00050004" w:rsidRDefault="00D216D2" w:rsidP="00D216D2">
                                  <w:pPr>
                                    <w:pStyle w:val="Bezmezer"/>
                                    <w:rPr>
                                      <w:rFonts w:eastAsia="Calibri" w:cs="Times New Roman"/>
                                    </w:rPr>
                                  </w:pPr>
                                  <w:r w:rsidRPr="00050004">
                                    <w:rPr>
                                      <w:rFonts w:eastAsia="Calibri" w:cs="Times New Roman"/>
                                    </w:rPr>
                                    <w:t>Stavební správa západ</w:t>
                                  </w:r>
                                </w:p>
                                <w:p w:rsidR="00D216D2" w:rsidRPr="00050004" w:rsidRDefault="00D216D2" w:rsidP="00D216D2">
                                  <w:pPr>
                                    <w:pStyle w:val="Bezmezer"/>
                                    <w:rPr>
                                      <w:rFonts w:eastAsia="Calibri" w:cs="Times New Roman"/>
                                    </w:rPr>
                                  </w:pPr>
                                  <w:r w:rsidRPr="00050004">
                                    <w:rPr>
                                      <w:rFonts w:eastAsia="Calibri" w:cs="Times New Roman"/>
                                    </w:rPr>
                                    <w:t>Sokolovská 278/1955</w:t>
                                  </w:r>
                                </w:p>
                                <w:p w:rsidR="00D216D2" w:rsidRPr="00872202" w:rsidRDefault="00D216D2" w:rsidP="00D216D2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050004">
                                    <w:rPr>
                                      <w:rFonts w:eastAsia="Calibri" w:cs="Times New Roman"/>
                                    </w:rPr>
                                    <w:t>190 00 PRAHA 9</w:t>
                                  </w:r>
                                </w:p>
                                <w:p w:rsidR="00D216D2" w:rsidRPr="00B032B0" w:rsidRDefault="00D216D2" w:rsidP="00D216D2">
                                  <w:pPr>
                                    <w:pStyle w:val="Bezmezer"/>
                                    <w:spacing w:before="180"/>
                                    <w:rPr>
                                      <w:rStyle w:val="Potovnadresa"/>
                                      <w:i/>
                                    </w:rPr>
                                  </w:pPr>
                                  <w:r w:rsidRPr="00B032B0">
                                    <w:rPr>
                                      <w:rFonts w:eastAsia="Calibri" w:cs="Times New Roman"/>
                                      <w:i/>
                                    </w:rPr>
                                    <w:t>(pouze v elektronické podobě)</w:t>
                                  </w:r>
                                </w:p>
                                <w:p w:rsidR="00B419CB" w:rsidRPr="002A32C4" w:rsidRDefault="00B419CB" w:rsidP="00050004">
                                  <w:pPr>
                                    <w:pStyle w:val="Bezmezer"/>
                                    <w:rPr>
                                      <w:rStyle w:val="Potovnadresa"/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35pt;width:189.9pt;height:8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" o:allowincell="f" fillcolor="white [3212]" stroked="f" strokeweight=".5pt">
                      <v:textbox>
                        <w:txbxContent>
                          <w:p w:rsidR="00D216D2" w:rsidRPr="00050004" w:rsidRDefault="00D216D2" w:rsidP="00D216D2">
                            <w:pPr>
                              <w:pStyle w:val="Bezmezer"/>
                              <w:rPr>
                                <w:rFonts w:eastAsia="Calibri" w:cs="Times New Roman"/>
                              </w:rPr>
                            </w:pPr>
                            <w:r w:rsidRPr="00050004">
                              <w:rPr>
                                <w:rFonts w:eastAsia="Calibri" w:cs="Times New Roman"/>
                              </w:rPr>
                              <w:t>Správa železnic, státní organizace</w:t>
                            </w:r>
                          </w:p>
                          <w:p w:rsidR="00D216D2" w:rsidRPr="00050004" w:rsidRDefault="00D216D2" w:rsidP="00D216D2">
                            <w:pPr>
                              <w:pStyle w:val="Bezmezer"/>
                              <w:rPr>
                                <w:rFonts w:eastAsia="Calibri" w:cs="Times New Roman"/>
                              </w:rPr>
                            </w:pPr>
                            <w:r w:rsidRPr="00050004">
                              <w:rPr>
                                <w:rFonts w:eastAsia="Calibri" w:cs="Times New Roman"/>
                              </w:rPr>
                              <w:t>Stavební správa západ</w:t>
                            </w:r>
                          </w:p>
                          <w:p w:rsidR="00D216D2" w:rsidRPr="00050004" w:rsidRDefault="00D216D2" w:rsidP="00D216D2">
                            <w:pPr>
                              <w:pStyle w:val="Bezmezer"/>
                              <w:rPr>
                                <w:rFonts w:eastAsia="Calibri" w:cs="Times New Roman"/>
                              </w:rPr>
                            </w:pPr>
                            <w:r w:rsidRPr="00050004">
                              <w:rPr>
                                <w:rFonts w:eastAsia="Calibri" w:cs="Times New Roman"/>
                              </w:rPr>
                              <w:t>Sokolovská 278/1955</w:t>
                            </w:r>
                          </w:p>
                          <w:p w:rsidR="00D216D2" w:rsidRPr="00872202" w:rsidRDefault="00D216D2" w:rsidP="00D216D2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050004">
                              <w:rPr>
                                <w:rFonts w:eastAsia="Calibri" w:cs="Times New Roman"/>
                              </w:rPr>
                              <w:t>190 00 PRAHA 9</w:t>
                            </w:r>
                          </w:p>
                          <w:p w:rsidR="00D216D2" w:rsidRPr="00B032B0" w:rsidRDefault="00D216D2" w:rsidP="00D216D2">
                            <w:pPr>
                              <w:pStyle w:val="Bezmezer"/>
                              <w:spacing w:before="180"/>
                              <w:rPr>
                                <w:rStyle w:val="Potovnadresa"/>
                                <w:i/>
                              </w:rPr>
                            </w:pPr>
                            <w:r w:rsidRPr="00B032B0">
                              <w:rPr>
                                <w:rFonts w:eastAsia="Calibri" w:cs="Times New Roman"/>
                                <w:i/>
                              </w:rPr>
                              <w:t>(pouze v elektronické podobě)</w:t>
                            </w:r>
                          </w:p>
                          <w:p w:rsidR="00B419CB" w:rsidRPr="002A32C4" w:rsidRDefault="00B419CB" w:rsidP="00050004">
                            <w:pPr>
                              <w:pStyle w:val="Bezmezer"/>
                              <w:rPr>
                                <w:rStyle w:val="Potovnadresa"/>
                                <w:i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3E6A72" w:rsidP="00411C0F">
            <w:r w:rsidRPr="003E6A72">
              <w:t>46910</w:t>
            </w:r>
            <w:r w:rsidR="003C544D" w:rsidRPr="003C544D">
              <w:t>/2020-SŽ-GŘ-O11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652675" w:rsidRPr="00652675" w:rsidTr="00F862D6">
        <w:tc>
          <w:tcPr>
            <w:tcW w:w="1020" w:type="dxa"/>
          </w:tcPr>
          <w:p w:rsidR="00F862D6" w:rsidRPr="00652675" w:rsidRDefault="00F862D6" w:rsidP="0077673A">
            <w:r w:rsidRPr="00652675">
              <w:t>Listů/příloh</w:t>
            </w:r>
          </w:p>
        </w:tc>
        <w:tc>
          <w:tcPr>
            <w:tcW w:w="2552" w:type="dxa"/>
          </w:tcPr>
          <w:p w:rsidR="00F862D6" w:rsidRPr="00652675" w:rsidRDefault="00CB3083" w:rsidP="0077673A">
            <w:r>
              <w:t>1</w:t>
            </w:r>
            <w:r w:rsidR="00DB02DA" w:rsidRPr="00652675">
              <w:t>/0</w:t>
            </w:r>
          </w:p>
        </w:tc>
        <w:tc>
          <w:tcPr>
            <w:tcW w:w="823" w:type="dxa"/>
          </w:tcPr>
          <w:p w:rsidR="00F862D6" w:rsidRPr="00652675" w:rsidRDefault="00F862D6" w:rsidP="0077673A"/>
        </w:tc>
        <w:tc>
          <w:tcPr>
            <w:tcW w:w="3685" w:type="dxa"/>
            <w:vMerge/>
          </w:tcPr>
          <w:p w:rsidR="00F862D6" w:rsidRPr="00652675" w:rsidRDefault="00F862D6" w:rsidP="0077673A">
            <w:pPr>
              <w:rPr>
                <w:noProof/>
              </w:rPr>
            </w:pPr>
          </w:p>
        </w:tc>
      </w:tr>
      <w:tr w:rsidR="00652675" w:rsidRPr="00652675" w:rsidTr="00F862D6">
        <w:tc>
          <w:tcPr>
            <w:tcW w:w="1020" w:type="dxa"/>
          </w:tcPr>
          <w:p w:rsidR="00F862D6" w:rsidRPr="00652675" w:rsidRDefault="00F862D6" w:rsidP="0077673A"/>
        </w:tc>
        <w:tc>
          <w:tcPr>
            <w:tcW w:w="2552" w:type="dxa"/>
          </w:tcPr>
          <w:p w:rsidR="00F862D6" w:rsidRPr="00652675" w:rsidRDefault="00F862D6" w:rsidP="0077673A"/>
        </w:tc>
        <w:tc>
          <w:tcPr>
            <w:tcW w:w="823" w:type="dxa"/>
          </w:tcPr>
          <w:p w:rsidR="00F862D6" w:rsidRPr="00652675" w:rsidRDefault="00F862D6" w:rsidP="0077673A"/>
        </w:tc>
        <w:tc>
          <w:tcPr>
            <w:tcW w:w="3685" w:type="dxa"/>
            <w:vMerge/>
          </w:tcPr>
          <w:p w:rsidR="00F862D6" w:rsidRPr="00652675" w:rsidRDefault="00F862D6" w:rsidP="0077673A"/>
        </w:tc>
      </w:tr>
      <w:tr w:rsidR="00652675" w:rsidRPr="00652675" w:rsidTr="00F862D6">
        <w:tc>
          <w:tcPr>
            <w:tcW w:w="1020" w:type="dxa"/>
          </w:tcPr>
          <w:p w:rsidR="00EB55DE" w:rsidRPr="00652675" w:rsidRDefault="00EB55DE" w:rsidP="0077673A">
            <w:r w:rsidRPr="00652675">
              <w:t>Vyřizuje</w:t>
            </w:r>
          </w:p>
        </w:tc>
        <w:tc>
          <w:tcPr>
            <w:tcW w:w="2552" w:type="dxa"/>
          </w:tcPr>
          <w:p w:rsidR="00EB55DE" w:rsidRPr="00652675" w:rsidRDefault="00EB55DE" w:rsidP="007C3139">
            <w:r w:rsidRPr="00652675">
              <w:t>Ing. Jan Louženský</w:t>
            </w:r>
          </w:p>
        </w:tc>
        <w:tc>
          <w:tcPr>
            <w:tcW w:w="823" w:type="dxa"/>
          </w:tcPr>
          <w:p w:rsidR="00EB55DE" w:rsidRPr="00652675" w:rsidRDefault="00EB55DE" w:rsidP="0077673A"/>
        </w:tc>
        <w:tc>
          <w:tcPr>
            <w:tcW w:w="3685" w:type="dxa"/>
            <w:vMerge/>
          </w:tcPr>
          <w:p w:rsidR="00EB55DE" w:rsidRPr="00652675" w:rsidRDefault="00EB55DE" w:rsidP="0077673A"/>
        </w:tc>
      </w:tr>
      <w:tr w:rsidR="00652675" w:rsidRPr="00652675" w:rsidTr="00F862D6">
        <w:tc>
          <w:tcPr>
            <w:tcW w:w="1020" w:type="dxa"/>
          </w:tcPr>
          <w:p w:rsidR="00EB55DE" w:rsidRPr="00652675" w:rsidRDefault="00EB55DE" w:rsidP="009A7568">
            <w:r w:rsidRPr="00652675">
              <w:t>Telefon</w:t>
            </w:r>
          </w:p>
        </w:tc>
        <w:tc>
          <w:tcPr>
            <w:tcW w:w="2552" w:type="dxa"/>
          </w:tcPr>
          <w:p w:rsidR="00EB55DE" w:rsidRPr="00652675" w:rsidRDefault="00EB55DE" w:rsidP="007C3139">
            <w:r w:rsidRPr="00652675">
              <w:t>+420 972 544 542</w:t>
            </w:r>
          </w:p>
        </w:tc>
        <w:tc>
          <w:tcPr>
            <w:tcW w:w="823" w:type="dxa"/>
          </w:tcPr>
          <w:p w:rsidR="00EB55DE" w:rsidRPr="00652675" w:rsidRDefault="00EB55DE" w:rsidP="009A7568"/>
        </w:tc>
        <w:tc>
          <w:tcPr>
            <w:tcW w:w="3685" w:type="dxa"/>
            <w:vMerge/>
          </w:tcPr>
          <w:p w:rsidR="00EB55DE" w:rsidRPr="00652675" w:rsidRDefault="00EB55DE" w:rsidP="009A7568"/>
        </w:tc>
      </w:tr>
      <w:tr w:rsidR="00652675" w:rsidRPr="00652675" w:rsidTr="00F862D6">
        <w:tc>
          <w:tcPr>
            <w:tcW w:w="1020" w:type="dxa"/>
          </w:tcPr>
          <w:p w:rsidR="00EB55DE" w:rsidRPr="00652675" w:rsidRDefault="00EB55DE" w:rsidP="009A7568">
            <w:r w:rsidRPr="00652675">
              <w:t>Mobil</w:t>
            </w:r>
          </w:p>
        </w:tc>
        <w:tc>
          <w:tcPr>
            <w:tcW w:w="2552" w:type="dxa"/>
          </w:tcPr>
          <w:p w:rsidR="00EB55DE" w:rsidRPr="00652675" w:rsidRDefault="00EB55DE" w:rsidP="007C3139">
            <w:r w:rsidRPr="00652675">
              <w:t>+420 602 435 699</w:t>
            </w:r>
          </w:p>
        </w:tc>
        <w:tc>
          <w:tcPr>
            <w:tcW w:w="823" w:type="dxa"/>
          </w:tcPr>
          <w:p w:rsidR="00EB55DE" w:rsidRPr="00652675" w:rsidRDefault="00EB55DE" w:rsidP="009A7568"/>
        </w:tc>
        <w:tc>
          <w:tcPr>
            <w:tcW w:w="3685" w:type="dxa"/>
            <w:vMerge/>
          </w:tcPr>
          <w:p w:rsidR="00EB55DE" w:rsidRPr="00652675" w:rsidRDefault="00EB55DE" w:rsidP="009A7568"/>
        </w:tc>
      </w:tr>
      <w:tr w:rsidR="00652675" w:rsidRPr="00652675" w:rsidTr="00F862D6">
        <w:tc>
          <w:tcPr>
            <w:tcW w:w="1020" w:type="dxa"/>
          </w:tcPr>
          <w:p w:rsidR="00EB55DE" w:rsidRPr="00652675" w:rsidRDefault="00EB55DE" w:rsidP="009A7568">
            <w:r w:rsidRPr="00652675">
              <w:t>E-mail</w:t>
            </w:r>
          </w:p>
        </w:tc>
        <w:tc>
          <w:tcPr>
            <w:tcW w:w="2552" w:type="dxa"/>
          </w:tcPr>
          <w:p w:rsidR="00EB55DE" w:rsidRPr="00652675" w:rsidRDefault="00EB55DE" w:rsidP="00070FAF">
            <w:r w:rsidRPr="00652675">
              <w:t>louzensky@</w:t>
            </w:r>
            <w:r w:rsidR="00070FAF">
              <w:t>spravazeleznic</w:t>
            </w:r>
            <w:r w:rsidRPr="00652675">
              <w:t>.cz</w:t>
            </w:r>
          </w:p>
        </w:tc>
        <w:tc>
          <w:tcPr>
            <w:tcW w:w="823" w:type="dxa"/>
          </w:tcPr>
          <w:p w:rsidR="00EB55DE" w:rsidRPr="00652675" w:rsidRDefault="00EB55DE" w:rsidP="009A7568"/>
        </w:tc>
        <w:tc>
          <w:tcPr>
            <w:tcW w:w="3685" w:type="dxa"/>
            <w:vMerge/>
          </w:tcPr>
          <w:p w:rsidR="00EB55DE" w:rsidRPr="00652675" w:rsidRDefault="00EB55DE" w:rsidP="009A7568"/>
        </w:tc>
      </w:tr>
      <w:tr w:rsidR="00652675" w:rsidRPr="00652675" w:rsidTr="00F862D6">
        <w:tc>
          <w:tcPr>
            <w:tcW w:w="1020" w:type="dxa"/>
          </w:tcPr>
          <w:p w:rsidR="009A7568" w:rsidRPr="00652675" w:rsidRDefault="009A7568" w:rsidP="009A7568"/>
        </w:tc>
        <w:tc>
          <w:tcPr>
            <w:tcW w:w="2552" w:type="dxa"/>
          </w:tcPr>
          <w:p w:rsidR="009A7568" w:rsidRPr="00652675" w:rsidRDefault="009A7568" w:rsidP="009A7568"/>
        </w:tc>
        <w:tc>
          <w:tcPr>
            <w:tcW w:w="823" w:type="dxa"/>
          </w:tcPr>
          <w:p w:rsidR="009A7568" w:rsidRPr="00652675" w:rsidRDefault="009A7568" w:rsidP="009A7568"/>
        </w:tc>
        <w:tc>
          <w:tcPr>
            <w:tcW w:w="3685" w:type="dxa"/>
          </w:tcPr>
          <w:p w:rsidR="009A7568" w:rsidRPr="00652675" w:rsidRDefault="009A7568" w:rsidP="009A7568"/>
        </w:tc>
      </w:tr>
      <w:tr w:rsidR="00652675" w:rsidRPr="00652675" w:rsidTr="00F862D6">
        <w:tc>
          <w:tcPr>
            <w:tcW w:w="1020" w:type="dxa"/>
          </w:tcPr>
          <w:p w:rsidR="009A7568" w:rsidRPr="00652675" w:rsidRDefault="009A7568" w:rsidP="009A7568">
            <w:r w:rsidRPr="00652675">
              <w:t>Datum</w:t>
            </w:r>
          </w:p>
        </w:tc>
        <w:tc>
          <w:tcPr>
            <w:tcW w:w="2552" w:type="dxa"/>
          </w:tcPr>
          <w:p w:rsidR="009A7568" w:rsidRPr="00652675" w:rsidRDefault="006C3E85" w:rsidP="009A7568">
            <w:sdt>
              <w:sdtPr>
                <w:rPr>
                  <w:rStyle w:val="ZkladntextChar"/>
                </w:rPr>
                <w:id w:val="1003933302"/>
                <w:placeholder>
                  <w:docPart w:val="44ADEED388CD4C5A90EB3FD04B2AA8EA"/>
                </w:placeholder>
                <w:date w:fullDate="2020-07-17T00:00:00Z">
                  <w:dateFormat w:val="d. MMMM yyyy"/>
                  <w:lid w:val="cs-CZ"/>
                  <w:storeMappedDataAs w:val="dateTime"/>
                  <w:calendar w:val="gregorian"/>
                </w:date>
              </w:sdtPr>
              <w:sdtEndPr>
                <w:rPr>
                  <w:rStyle w:val="Standardnpsmoodstavce"/>
                </w:rPr>
              </w:sdtEndPr>
              <w:sdtContent>
                <w:r w:rsidR="003E6A72">
                  <w:rPr>
                    <w:rStyle w:val="ZkladntextChar"/>
                  </w:rPr>
                  <w:t>17. července 2020</w:t>
                </w:r>
              </w:sdtContent>
            </w:sdt>
          </w:p>
        </w:tc>
        <w:tc>
          <w:tcPr>
            <w:tcW w:w="823" w:type="dxa"/>
          </w:tcPr>
          <w:p w:rsidR="009A7568" w:rsidRPr="00652675" w:rsidRDefault="009A7568" w:rsidP="009A7568"/>
        </w:tc>
        <w:tc>
          <w:tcPr>
            <w:tcW w:w="3685" w:type="dxa"/>
          </w:tcPr>
          <w:p w:rsidR="009A7568" w:rsidRPr="00652675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F7EA2">
        <w:trPr>
          <w:trHeight w:val="750"/>
        </w:trPr>
        <w:tc>
          <w:tcPr>
            <w:tcW w:w="1020" w:type="dxa"/>
          </w:tcPr>
          <w:p w:rsidR="00A302EE" w:rsidRDefault="00A302EE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50004" w:rsidRDefault="00050004" w:rsidP="009621DE">
      <w:pPr>
        <w:spacing w:after="60"/>
      </w:pPr>
      <w:r>
        <w:rPr>
          <w:b/>
          <w:bCs/>
        </w:rPr>
        <w:t>„</w:t>
      </w:r>
      <w:r w:rsidR="00D216D2">
        <w:rPr>
          <w:b/>
          <w:bCs/>
        </w:rPr>
        <w:t>Rekonstrukce výpravní budovy v </w:t>
      </w:r>
      <w:proofErr w:type="spellStart"/>
      <w:r w:rsidR="00D216D2">
        <w:rPr>
          <w:b/>
          <w:bCs/>
        </w:rPr>
        <w:t>žst</w:t>
      </w:r>
      <w:proofErr w:type="spellEnd"/>
      <w:r w:rsidR="00D216D2">
        <w:rPr>
          <w:b/>
          <w:bCs/>
        </w:rPr>
        <w:t xml:space="preserve">. </w:t>
      </w:r>
      <w:r w:rsidR="00F20F0E">
        <w:rPr>
          <w:b/>
          <w:bCs/>
        </w:rPr>
        <w:t>Písek</w:t>
      </w:r>
      <w:r>
        <w:rPr>
          <w:b/>
          <w:bCs/>
        </w:rPr>
        <w:t>“, souhrnné vyjádř</w:t>
      </w:r>
      <w:bookmarkStart w:id="0" w:name="_GoBack"/>
      <w:bookmarkEnd w:id="0"/>
      <w:r>
        <w:rPr>
          <w:b/>
          <w:bCs/>
        </w:rPr>
        <w:t>ení k</w:t>
      </w:r>
      <w:r w:rsidR="007F0705">
        <w:rPr>
          <w:b/>
          <w:bCs/>
        </w:rPr>
        <w:t> </w:t>
      </w:r>
      <w:r w:rsidR="00F20F0E">
        <w:rPr>
          <w:b/>
          <w:bCs/>
        </w:rPr>
        <w:t>projektové d</w:t>
      </w:r>
      <w:r w:rsidR="00F20F0E">
        <w:rPr>
          <w:b/>
          <w:bCs/>
        </w:rPr>
        <w:t>o</w:t>
      </w:r>
      <w:r w:rsidR="00F20F0E">
        <w:rPr>
          <w:b/>
          <w:bCs/>
        </w:rPr>
        <w:t>kumentaci pro provádění stavby</w:t>
      </w:r>
      <w:r>
        <w:rPr>
          <w:b/>
          <w:bCs/>
        </w:rPr>
        <w:t xml:space="preserve"> </w:t>
      </w:r>
    </w:p>
    <w:p w:rsidR="00050004" w:rsidRDefault="00050004" w:rsidP="005F7EA2">
      <w:pPr>
        <w:spacing w:after="0"/>
      </w:pPr>
      <w:r>
        <w:t>K</w:t>
      </w:r>
      <w:r w:rsidR="00A60D00">
        <w:t xml:space="preserve"> opravené </w:t>
      </w:r>
      <w:r w:rsidR="00F20F0E">
        <w:t>projektové dokumentaci pro provádění stavby (PDPS)</w:t>
      </w:r>
      <w:r>
        <w:t xml:space="preserve"> „</w:t>
      </w:r>
      <w:r w:rsidR="00D216D2" w:rsidRPr="00D216D2">
        <w:t>Rekonstrukce výpravní b</w:t>
      </w:r>
      <w:r w:rsidR="00D216D2" w:rsidRPr="00D216D2">
        <w:t>u</w:t>
      </w:r>
      <w:r w:rsidR="00D216D2" w:rsidRPr="00D216D2">
        <w:t>dovy v</w:t>
      </w:r>
      <w:r w:rsidR="00A96B14">
        <w:t> </w:t>
      </w:r>
      <w:proofErr w:type="spellStart"/>
      <w:r w:rsidR="00D216D2" w:rsidRPr="00D216D2">
        <w:t>žst</w:t>
      </w:r>
      <w:proofErr w:type="spellEnd"/>
      <w:r w:rsidR="00D216D2" w:rsidRPr="00D216D2">
        <w:t>.</w:t>
      </w:r>
      <w:r w:rsidR="00A96B14">
        <w:t> </w:t>
      </w:r>
      <w:r w:rsidR="00F20F0E">
        <w:t>Písek</w:t>
      </w:r>
      <w:r>
        <w:t>“ má úsek řízení provozu následující připomínky:</w:t>
      </w:r>
    </w:p>
    <w:p w:rsidR="005F7EA2" w:rsidRDefault="005F7EA2" w:rsidP="005F7EA2">
      <w:pPr>
        <w:spacing w:after="0"/>
      </w:pPr>
    </w:p>
    <w:p w:rsidR="00050004" w:rsidRDefault="00050004" w:rsidP="005F7EA2">
      <w:pPr>
        <w:numPr>
          <w:ilvl w:val="0"/>
          <w:numId w:val="5"/>
        </w:numPr>
        <w:spacing w:after="0"/>
        <w:ind w:left="284" w:hanging="284"/>
        <w:rPr>
          <w:b/>
          <w:bCs/>
          <w:i/>
          <w:iCs/>
        </w:rPr>
      </w:pPr>
      <w:r>
        <w:rPr>
          <w:b/>
          <w:bCs/>
        </w:rPr>
        <w:t>Odbor řízení provozu (O11)</w:t>
      </w:r>
    </w:p>
    <w:p w:rsidR="00050004" w:rsidRDefault="00050004" w:rsidP="009621DE">
      <w:pPr>
        <w:autoSpaceDE w:val="0"/>
        <w:autoSpaceDN w:val="0"/>
        <w:adjustRightInd w:val="0"/>
        <w:spacing w:after="0"/>
        <w:ind w:left="284"/>
        <w:rPr>
          <w:i/>
          <w:iCs/>
        </w:rPr>
      </w:pPr>
      <w:r>
        <w:rPr>
          <w:i/>
          <w:iCs/>
        </w:rPr>
        <w:t>(zpracovatel</w:t>
      </w:r>
      <w:r w:rsidR="003B6370">
        <w:rPr>
          <w:i/>
          <w:iCs/>
        </w:rPr>
        <w:t>:</w:t>
      </w:r>
      <w:r>
        <w:rPr>
          <w:i/>
          <w:iCs/>
        </w:rPr>
        <w:t xml:space="preserve"> Ing. Jan Louženský, tel. 972 544 542)</w:t>
      </w:r>
    </w:p>
    <w:p w:rsidR="00AF3D40" w:rsidRDefault="003E6A72" w:rsidP="005F7EA2">
      <w:pPr>
        <w:spacing w:before="60" w:after="0"/>
        <w:rPr>
          <w:spacing w:val="-2"/>
        </w:rPr>
      </w:pPr>
      <w:r w:rsidRPr="003E6A72">
        <w:rPr>
          <w:spacing w:val="-2"/>
        </w:rPr>
        <w:t>Bez připomínek.</w:t>
      </w:r>
    </w:p>
    <w:p w:rsidR="005F7EA2" w:rsidRDefault="005F7EA2" w:rsidP="003E6A72">
      <w:pPr>
        <w:spacing w:before="20" w:after="0"/>
      </w:pPr>
    </w:p>
    <w:p w:rsidR="00050004" w:rsidRDefault="00050004" w:rsidP="005F7EA2">
      <w:pPr>
        <w:numPr>
          <w:ilvl w:val="0"/>
          <w:numId w:val="5"/>
        </w:numPr>
        <w:spacing w:after="0"/>
        <w:ind w:left="284" w:hanging="284"/>
        <w:rPr>
          <w:b/>
          <w:bCs/>
        </w:rPr>
      </w:pPr>
      <w:r>
        <w:rPr>
          <w:b/>
          <w:bCs/>
        </w:rPr>
        <w:t>Odbor plánování a koordinace výluk (O12)</w:t>
      </w:r>
    </w:p>
    <w:p w:rsidR="00050004" w:rsidRPr="00070FAF" w:rsidRDefault="00050004" w:rsidP="009621DE">
      <w:pPr>
        <w:autoSpaceDE w:val="0"/>
        <w:autoSpaceDN w:val="0"/>
        <w:adjustRightInd w:val="0"/>
        <w:spacing w:after="0"/>
        <w:ind w:left="284"/>
        <w:rPr>
          <w:i/>
          <w:iCs/>
        </w:rPr>
      </w:pPr>
      <w:r>
        <w:rPr>
          <w:i/>
          <w:iCs/>
        </w:rPr>
        <w:t>(zpracovatel</w:t>
      </w:r>
      <w:r w:rsidR="003B6370">
        <w:rPr>
          <w:i/>
          <w:iCs/>
        </w:rPr>
        <w:t>:</w:t>
      </w:r>
      <w:r>
        <w:rPr>
          <w:i/>
          <w:iCs/>
        </w:rPr>
        <w:t xml:space="preserve"> Ing. Petr Kuník, tel. 972 244 487)</w:t>
      </w:r>
    </w:p>
    <w:p w:rsidR="00D65BA9" w:rsidRPr="003E6A72" w:rsidRDefault="003E6A72" w:rsidP="005F7EA2">
      <w:pPr>
        <w:spacing w:before="60" w:after="0"/>
        <w:rPr>
          <w:spacing w:val="-2"/>
        </w:rPr>
      </w:pPr>
      <w:r w:rsidRPr="003E6A72">
        <w:rPr>
          <w:spacing w:val="-2"/>
        </w:rPr>
        <w:t xml:space="preserve">Mimo podmínky uvedené v ZOV, kap. </w:t>
      </w:r>
      <w:proofErr w:type="gramStart"/>
      <w:r w:rsidRPr="003E6A72">
        <w:rPr>
          <w:spacing w:val="-2"/>
        </w:rPr>
        <w:t>A.19</w:t>
      </w:r>
      <w:proofErr w:type="gramEnd"/>
      <w:r w:rsidRPr="003E6A72">
        <w:rPr>
          <w:spacing w:val="-2"/>
        </w:rPr>
        <w:t xml:space="preserve"> Stanovení speciálních podmínek pro provádění sta</w:t>
      </w:r>
      <w:r w:rsidRPr="003E6A72">
        <w:rPr>
          <w:spacing w:val="-2"/>
        </w:rPr>
        <w:t>v</w:t>
      </w:r>
      <w:r w:rsidRPr="003E6A72">
        <w:rPr>
          <w:spacing w:val="-2"/>
        </w:rPr>
        <w:t>by, je třeba zajistit t</w:t>
      </w:r>
      <w:r w:rsidR="005F7EA2">
        <w:rPr>
          <w:spacing w:val="-2"/>
        </w:rPr>
        <w:t>aké</w:t>
      </w:r>
      <w:r w:rsidRPr="003E6A72">
        <w:rPr>
          <w:spacing w:val="-2"/>
        </w:rPr>
        <w:t xml:space="preserve"> nepřerušené odbavení cestujících</w:t>
      </w:r>
      <w:r>
        <w:rPr>
          <w:spacing w:val="-2"/>
        </w:rPr>
        <w:t>.</w:t>
      </w:r>
    </w:p>
    <w:p w:rsidR="00D65BA9" w:rsidRDefault="00D65BA9" w:rsidP="009621DE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D65BA9" w:rsidRDefault="00D65BA9" w:rsidP="009621DE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D65BA9" w:rsidRDefault="00D65BA9" w:rsidP="009621DE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3E6A72" w:rsidRDefault="003E6A72" w:rsidP="009621DE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3E6A72" w:rsidRDefault="003E6A72" w:rsidP="009621DE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050004" w:rsidRDefault="00050004" w:rsidP="009621DE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  <w:r>
        <w:rPr>
          <w:rFonts w:asciiTheme="minorHAnsi" w:hAnsiTheme="minorHAnsi"/>
          <w:i w:val="0"/>
          <w:sz w:val="18"/>
          <w:szCs w:val="18"/>
        </w:rPr>
        <w:t>Ing. Miroslav Jasenčák</w:t>
      </w:r>
    </w:p>
    <w:p w:rsidR="00D21061" w:rsidRDefault="00050004" w:rsidP="009621DE">
      <w:pPr>
        <w:pStyle w:val="Funkce"/>
        <w:spacing w:line="264" w:lineRule="auto"/>
        <w:ind w:left="0" w:firstLine="0"/>
        <w:jc w:val="left"/>
      </w:pPr>
      <w:r>
        <w:rPr>
          <w:rFonts w:asciiTheme="minorHAnsi" w:hAnsiTheme="minorHAnsi"/>
          <w:i w:val="0"/>
          <w:sz w:val="18"/>
          <w:szCs w:val="18"/>
        </w:rPr>
        <w:t>náměstek generálního ředitele pro řízení provozu</w:t>
      </w:r>
    </w:p>
    <w:sectPr w:rsidR="00D21061" w:rsidSect="00B5062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18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E85" w:rsidRDefault="006C3E85" w:rsidP="00962258">
      <w:pPr>
        <w:spacing w:after="0" w:line="240" w:lineRule="auto"/>
      </w:pPr>
      <w:r>
        <w:separator/>
      </w:r>
    </w:p>
  </w:endnote>
  <w:endnote w:type="continuationSeparator" w:id="0">
    <w:p w:rsidR="006C3E85" w:rsidRDefault="006C3E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5B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B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7E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7E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070FAF" w:rsidP="00070FAF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E85" w:rsidRDefault="006C3E85" w:rsidP="00962258">
      <w:pPr>
        <w:spacing w:after="0" w:line="240" w:lineRule="auto"/>
      </w:pPr>
      <w:r>
        <w:separator/>
      </w:r>
    </w:p>
  </w:footnote>
  <w:footnote w:type="continuationSeparator" w:id="0">
    <w:p w:rsidR="006C3E85" w:rsidRDefault="006C3E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3D5DEEC1" wp14:editId="579D40F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46D268A6" wp14:editId="11057A2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1A2B04F4" wp14:editId="7F69CA9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6657"/>
    <w:multiLevelType w:val="hybridMultilevel"/>
    <w:tmpl w:val="BFD02C82"/>
    <w:lvl w:ilvl="0" w:tplc="88E8A6C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231C5E"/>
    <w:multiLevelType w:val="hybridMultilevel"/>
    <w:tmpl w:val="2C20270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71B2905"/>
    <w:multiLevelType w:val="hybridMultilevel"/>
    <w:tmpl w:val="DCE24658"/>
    <w:lvl w:ilvl="0" w:tplc="07AE1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2856F60"/>
    <w:multiLevelType w:val="hybridMultilevel"/>
    <w:tmpl w:val="F2A64A1A"/>
    <w:lvl w:ilvl="0" w:tplc="3CDC43C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9122C11"/>
    <w:multiLevelType w:val="hybridMultilevel"/>
    <w:tmpl w:val="78EEE0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C1340"/>
    <w:multiLevelType w:val="hybridMultilevel"/>
    <w:tmpl w:val="B6403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25CC3"/>
    <w:multiLevelType w:val="hybridMultilevel"/>
    <w:tmpl w:val="F46A27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310C63"/>
    <w:multiLevelType w:val="hybridMultilevel"/>
    <w:tmpl w:val="B9D82DF6"/>
    <w:lvl w:ilvl="0" w:tplc="A336FEC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6719E1"/>
    <w:multiLevelType w:val="hybridMultilevel"/>
    <w:tmpl w:val="559C9AA2"/>
    <w:lvl w:ilvl="0" w:tplc="5DE6ABB8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DEC49CA6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8"/>
  </w:num>
  <w:num w:numId="9">
    <w:abstractNumId w:val="11"/>
  </w:num>
  <w:num w:numId="10">
    <w:abstractNumId w:val="9"/>
  </w:num>
  <w:num w:numId="11">
    <w:abstractNumId w:val="3"/>
  </w:num>
  <w:num w:numId="12">
    <w:abstractNumId w:val="0"/>
  </w:num>
  <w:num w:numId="13">
    <w:abstractNumId w:val="7"/>
  </w:num>
  <w:num w:numId="1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F4"/>
    <w:rsid w:val="000169FE"/>
    <w:rsid w:val="00020012"/>
    <w:rsid w:val="0002449A"/>
    <w:rsid w:val="0002749E"/>
    <w:rsid w:val="00032353"/>
    <w:rsid w:val="00033432"/>
    <w:rsid w:val="000335CC"/>
    <w:rsid w:val="0004683C"/>
    <w:rsid w:val="00050004"/>
    <w:rsid w:val="000633FE"/>
    <w:rsid w:val="00070FAF"/>
    <w:rsid w:val="00072C1E"/>
    <w:rsid w:val="00087927"/>
    <w:rsid w:val="0009104C"/>
    <w:rsid w:val="000B7907"/>
    <w:rsid w:val="000C0429"/>
    <w:rsid w:val="000C4ABF"/>
    <w:rsid w:val="000C55C9"/>
    <w:rsid w:val="000D37A7"/>
    <w:rsid w:val="000E5587"/>
    <w:rsid w:val="000F7547"/>
    <w:rsid w:val="00114472"/>
    <w:rsid w:val="00130CBF"/>
    <w:rsid w:val="00141251"/>
    <w:rsid w:val="00141853"/>
    <w:rsid w:val="00170EC5"/>
    <w:rsid w:val="001747C1"/>
    <w:rsid w:val="00176382"/>
    <w:rsid w:val="0018596A"/>
    <w:rsid w:val="001921DE"/>
    <w:rsid w:val="00195E26"/>
    <w:rsid w:val="001C1334"/>
    <w:rsid w:val="001C4DA0"/>
    <w:rsid w:val="001C727A"/>
    <w:rsid w:val="001D1BB9"/>
    <w:rsid w:val="001D2253"/>
    <w:rsid w:val="001F1EDA"/>
    <w:rsid w:val="001F4C70"/>
    <w:rsid w:val="00202BB4"/>
    <w:rsid w:val="00207CF5"/>
    <w:rsid w:val="00207DF5"/>
    <w:rsid w:val="00241E18"/>
    <w:rsid w:val="00242EA3"/>
    <w:rsid w:val="002603EA"/>
    <w:rsid w:val="0026785D"/>
    <w:rsid w:val="002821DB"/>
    <w:rsid w:val="00294CC1"/>
    <w:rsid w:val="002A32C4"/>
    <w:rsid w:val="002A519B"/>
    <w:rsid w:val="002B2C3C"/>
    <w:rsid w:val="002C31BF"/>
    <w:rsid w:val="002C637B"/>
    <w:rsid w:val="002E0CD7"/>
    <w:rsid w:val="002F026B"/>
    <w:rsid w:val="002F4EBD"/>
    <w:rsid w:val="00310DEC"/>
    <w:rsid w:val="00357BC6"/>
    <w:rsid w:val="003722BD"/>
    <w:rsid w:val="003861C7"/>
    <w:rsid w:val="003956C6"/>
    <w:rsid w:val="003A2B4A"/>
    <w:rsid w:val="003A6AD9"/>
    <w:rsid w:val="003B6370"/>
    <w:rsid w:val="003C544D"/>
    <w:rsid w:val="003E4D76"/>
    <w:rsid w:val="003E6A72"/>
    <w:rsid w:val="003E74CC"/>
    <w:rsid w:val="003E75CE"/>
    <w:rsid w:val="004078C5"/>
    <w:rsid w:val="00411C0F"/>
    <w:rsid w:val="004125E3"/>
    <w:rsid w:val="0041380F"/>
    <w:rsid w:val="004232DC"/>
    <w:rsid w:val="00437B23"/>
    <w:rsid w:val="00440441"/>
    <w:rsid w:val="0044385F"/>
    <w:rsid w:val="00450F07"/>
    <w:rsid w:val="00453CD3"/>
    <w:rsid w:val="00455BC7"/>
    <w:rsid w:val="00460660"/>
    <w:rsid w:val="00460CCB"/>
    <w:rsid w:val="00474600"/>
    <w:rsid w:val="00477370"/>
    <w:rsid w:val="00486107"/>
    <w:rsid w:val="0049098A"/>
    <w:rsid w:val="00491827"/>
    <w:rsid w:val="004926B0"/>
    <w:rsid w:val="00494B20"/>
    <w:rsid w:val="004A3056"/>
    <w:rsid w:val="004A665B"/>
    <w:rsid w:val="004A7C69"/>
    <w:rsid w:val="004C4399"/>
    <w:rsid w:val="004C69ED"/>
    <w:rsid w:val="004C787C"/>
    <w:rsid w:val="004E239D"/>
    <w:rsid w:val="004E6A02"/>
    <w:rsid w:val="004E7904"/>
    <w:rsid w:val="004F4B9B"/>
    <w:rsid w:val="00511AB9"/>
    <w:rsid w:val="00523EA7"/>
    <w:rsid w:val="00527821"/>
    <w:rsid w:val="00535344"/>
    <w:rsid w:val="00541F1C"/>
    <w:rsid w:val="00551D1F"/>
    <w:rsid w:val="00553375"/>
    <w:rsid w:val="00555AAD"/>
    <w:rsid w:val="00562633"/>
    <w:rsid w:val="005658A6"/>
    <w:rsid w:val="005722BB"/>
    <w:rsid w:val="005736B7"/>
    <w:rsid w:val="0057451D"/>
    <w:rsid w:val="00575E5A"/>
    <w:rsid w:val="00577B51"/>
    <w:rsid w:val="00596C7E"/>
    <w:rsid w:val="005A217E"/>
    <w:rsid w:val="005A64E9"/>
    <w:rsid w:val="005A7470"/>
    <w:rsid w:val="005B5EE9"/>
    <w:rsid w:val="005D3BB0"/>
    <w:rsid w:val="005E1BA3"/>
    <w:rsid w:val="005E50F5"/>
    <w:rsid w:val="005E7071"/>
    <w:rsid w:val="005F69A5"/>
    <w:rsid w:val="005F7EA2"/>
    <w:rsid w:val="0061068E"/>
    <w:rsid w:val="00621D62"/>
    <w:rsid w:val="00652675"/>
    <w:rsid w:val="00660AD3"/>
    <w:rsid w:val="00686DE8"/>
    <w:rsid w:val="006A5570"/>
    <w:rsid w:val="006A689C"/>
    <w:rsid w:val="006B3D79"/>
    <w:rsid w:val="006C3E85"/>
    <w:rsid w:val="006C5A89"/>
    <w:rsid w:val="006D4324"/>
    <w:rsid w:val="006D5065"/>
    <w:rsid w:val="006D6186"/>
    <w:rsid w:val="006D645D"/>
    <w:rsid w:val="006D7334"/>
    <w:rsid w:val="006E0578"/>
    <w:rsid w:val="006E314D"/>
    <w:rsid w:val="006F350B"/>
    <w:rsid w:val="006F4EE1"/>
    <w:rsid w:val="00710723"/>
    <w:rsid w:val="00720AF4"/>
    <w:rsid w:val="00722212"/>
    <w:rsid w:val="00723ED1"/>
    <w:rsid w:val="00743525"/>
    <w:rsid w:val="007550C4"/>
    <w:rsid w:val="0076286B"/>
    <w:rsid w:val="00764595"/>
    <w:rsid w:val="00764D7E"/>
    <w:rsid w:val="00766846"/>
    <w:rsid w:val="0077311C"/>
    <w:rsid w:val="0077673A"/>
    <w:rsid w:val="007846E1"/>
    <w:rsid w:val="007877EE"/>
    <w:rsid w:val="007A3BD5"/>
    <w:rsid w:val="007A549B"/>
    <w:rsid w:val="007A6A65"/>
    <w:rsid w:val="007B2D41"/>
    <w:rsid w:val="007B570C"/>
    <w:rsid w:val="007B7C7A"/>
    <w:rsid w:val="007D2FD2"/>
    <w:rsid w:val="007D5531"/>
    <w:rsid w:val="007E3973"/>
    <w:rsid w:val="007E4A6E"/>
    <w:rsid w:val="007F0705"/>
    <w:rsid w:val="007F56A7"/>
    <w:rsid w:val="00801DF0"/>
    <w:rsid w:val="00804159"/>
    <w:rsid w:val="00807DD0"/>
    <w:rsid w:val="00807EC3"/>
    <w:rsid w:val="00813F11"/>
    <w:rsid w:val="008408D3"/>
    <w:rsid w:val="00840C79"/>
    <w:rsid w:val="00851DD5"/>
    <w:rsid w:val="00856F98"/>
    <w:rsid w:val="00863A4A"/>
    <w:rsid w:val="008768DA"/>
    <w:rsid w:val="00882504"/>
    <w:rsid w:val="008924D8"/>
    <w:rsid w:val="008A3568"/>
    <w:rsid w:val="008A63A6"/>
    <w:rsid w:val="008D03B9"/>
    <w:rsid w:val="008E0607"/>
    <w:rsid w:val="008F07D7"/>
    <w:rsid w:val="008F18D6"/>
    <w:rsid w:val="00904780"/>
    <w:rsid w:val="009113A8"/>
    <w:rsid w:val="00916696"/>
    <w:rsid w:val="00922385"/>
    <w:rsid w:val="009223DF"/>
    <w:rsid w:val="00923917"/>
    <w:rsid w:val="00936091"/>
    <w:rsid w:val="00940D8A"/>
    <w:rsid w:val="009450B0"/>
    <w:rsid w:val="00945909"/>
    <w:rsid w:val="00945EE2"/>
    <w:rsid w:val="0095221B"/>
    <w:rsid w:val="0095711C"/>
    <w:rsid w:val="009621DE"/>
    <w:rsid w:val="00962258"/>
    <w:rsid w:val="00964671"/>
    <w:rsid w:val="009678B7"/>
    <w:rsid w:val="0097133E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12A00"/>
    <w:rsid w:val="00A20544"/>
    <w:rsid w:val="00A302EE"/>
    <w:rsid w:val="00A44328"/>
    <w:rsid w:val="00A449AF"/>
    <w:rsid w:val="00A56F3E"/>
    <w:rsid w:val="00A60D00"/>
    <w:rsid w:val="00A6177B"/>
    <w:rsid w:val="00A65A36"/>
    <w:rsid w:val="00A66136"/>
    <w:rsid w:val="00A72B84"/>
    <w:rsid w:val="00A76FE3"/>
    <w:rsid w:val="00A91509"/>
    <w:rsid w:val="00A96B14"/>
    <w:rsid w:val="00AA4CBB"/>
    <w:rsid w:val="00AA65FA"/>
    <w:rsid w:val="00AA7351"/>
    <w:rsid w:val="00AA7830"/>
    <w:rsid w:val="00AB1141"/>
    <w:rsid w:val="00AD056F"/>
    <w:rsid w:val="00AD6731"/>
    <w:rsid w:val="00AE0798"/>
    <w:rsid w:val="00AE57F3"/>
    <w:rsid w:val="00AE6501"/>
    <w:rsid w:val="00AF3D40"/>
    <w:rsid w:val="00AF57D8"/>
    <w:rsid w:val="00B00B1F"/>
    <w:rsid w:val="00B05062"/>
    <w:rsid w:val="00B15D0D"/>
    <w:rsid w:val="00B27F21"/>
    <w:rsid w:val="00B40FB0"/>
    <w:rsid w:val="00B419CB"/>
    <w:rsid w:val="00B45E9E"/>
    <w:rsid w:val="00B50620"/>
    <w:rsid w:val="00B54650"/>
    <w:rsid w:val="00B55F9C"/>
    <w:rsid w:val="00B64745"/>
    <w:rsid w:val="00B6500C"/>
    <w:rsid w:val="00B67FC9"/>
    <w:rsid w:val="00B75EE1"/>
    <w:rsid w:val="00B7673D"/>
    <w:rsid w:val="00B77481"/>
    <w:rsid w:val="00B77510"/>
    <w:rsid w:val="00B8518B"/>
    <w:rsid w:val="00B8765E"/>
    <w:rsid w:val="00BA2353"/>
    <w:rsid w:val="00BB3740"/>
    <w:rsid w:val="00BC0854"/>
    <w:rsid w:val="00BC4EBE"/>
    <w:rsid w:val="00BC73D5"/>
    <w:rsid w:val="00BD3E8F"/>
    <w:rsid w:val="00BD7E91"/>
    <w:rsid w:val="00BF374D"/>
    <w:rsid w:val="00C02D0A"/>
    <w:rsid w:val="00C03A6E"/>
    <w:rsid w:val="00C15B87"/>
    <w:rsid w:val="00C24C73"/>
    <w:rsid w:val="00C30759"/>
    <w:rsid w:val="00C333AC"/>
    <w:rsid w:val="00C44F6A"/>
    <w:rsid w:val="00C455FD"/>
    <w:rsid w:val="00C7182D"/>
    <w:rsid w:val="00C8207D"/>
    <w:rsid w:val="00C96922"/>
    <w:rsid w:val="00C97D89"/>
    <w:rsid w:val="00CA221B"/>
    <w:rsid w:val="00CA4CCC"/>
    <w:rsid w:val="00CB3083"/>
    <w:rsid w:val="00CD043B"/>
    <w:rsid w:val="00CD1FC4"/>
    <w:rsid w:val="00CD5E27"/>
    <w:rsid w:val="00CE371D"/>
    <w:rsid w:val="00CF5EA0"/>
    <w:rsid w:val="00D02A4D"/>
    <w:rsid w:val="00D07B65"/>
    <w:rsid w:val="00D14A45"/>
    <w:rsid w:val="00D15B42"/>
    <w:rsid w:val="00D21061"/>
    <w:rsid w:val="00D216D2"/>
    <w:rsid w:val="00D316A7"/>
    <w:rsid w:val="00D336E0"/>
    <w:rsid w:val="00D35739"/>
    <w:rsid w:val="00D4108E"/>
    <w:rsid w:val="00D44570"/>
    <w:rsid w:val="00D6163D"/>
    <w:rsid w:val="00D61715"/>
    <w:rsid w:val="00D65BA9"/>
    <w:rsid w:val="00D72379"/>
    <w:rsid w:val="00D74A25"/>
    <w:rsid w:val="00D831A3"/>
    <w:rsid w:val="00D867DF"/>
    <w:rsid w:val="00D93CFB"/>
    <w:rsid w:val="00DA6FFE"/>
    <w:rsid w:val="00DB02DA"/>
    <w:rsid w:val="00DC2C6B"/>
    <w:rsid w:val="00DC3110"/>
    <w:rsid w:val="00DD46F3"/>
    <w:rsid w:val="00DD5139"/>
    <w:rsid w:val="00DD58A6"/>
    <w:rsid w:val="00DE117F"/>
    <w:rsid w:val="00DE56F2"/>
    <w:rsid w:val="00DF116D"/>
    <w:rsid w:val="00DF5A4F"/>
    <w:rsid w:val="00DF71A2"/>
    <w:rsid w:val="00E21B22"/>
    <w:rsid w:val="00E22BF5"/>
    <w:rsid w:val="00E37BE4"/>
    <w:rsid w:val="00E824F1"/>
    <w:rsid w:val="00EB104F"/>
    <w:rsid w:val="00EB55DE"/>
    <w:rsid w:val="00EC106F"/>
    <w:rsid w:val="00EC41DE"/>
    <w:rsid w:val="00EC678F"/>
    <w:rsid w:val="00ED13C0"/>
    <w:rsid w:val="00ED14BD"/>
    <w:rsid w:val="00ED3947"/>
    <w:rsid w:val="00ED397A"/>
    <w:rsid w:val="00EF469D"/>
    <w:rsid w:val="00EF4863"/>
    <w:rsid w:val="00F01440"/>
    <w:rsid w:val="00F12DEC"/>
    <w:rsid w:val="00F12F2F"/>
    <w:rsid w:val="00F1650E"/>
    <w:rsid w:val="00F1715C"/>
    <w:rsid w:val="00F20F0E"/>
    <w:rsid w:val="00F310F8"/>
    <w:rsid w:val="00F316B0"/>
    <w:rsid w:val="00F35939"/>
    <w:rsid w:val="00F40664"/>
    <w:rsid w:val="00F45607"/>
    <w:rsid w:val="00F53B99"/>
    <w:rsid w:val="00F56606"/>
    <w:rsid w:val="00F64786"/>
    <w:rsid w:val="00F659EB"/>
    <w:rsid w:val="00F7040C"/>
    <w:rsid w:val="00F75F14"/>
    <w:rsid w:val="00F82A94"/>
    <w:rsid w:val="00F862D6"/>
    <w:rsid w:val="00F865FC"/>
    <w:rsid w:val="00F86BA6"/>
    <w:rsid w:val="00FB4D43"/>
    <w:rsid w:val="00FC6389"/>
    <w:rsid w:val="00FC6D3A"/>
    <w:rsid w:val="00FD2F51"/>
    <w:rsid w:val="00FD64D0"/>
    <w:rsid w:val="00FE28EC"/>
    <w:rsid w:val="00FE2EF7"/>
    <w:rsid w:val="00FE6F9D"/>
    <w:rsid w:val="00FF469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EB55DE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Funkce">
    <w:name w:val="Funkce"/>
    <w:basedOn w:val="Podpis"/>
    <w:rsid w:val="00EB55DE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EB55DE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EB55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EB55DE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Funkce">
    <w:name w:val="Funkce"/>
    <w:basedOn w:val="Podpis"/>
    <w:rsid w:val="00EB55DE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EB55DE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EB5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7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3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2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17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70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3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628244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160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380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816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224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2841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0872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75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zensky\Desktop\sprava-zeleznic_administrativni-dopis_v10_SABLON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4ADEED388CD4C5A90EB3FD04B2AA8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869AD-A7A0-4C74-BD59-D69D9BA94288}"/>
      </w:docPartPr>
      <w:docPartBody>
        <w:p w:rsidR="00191DD4" w:rsidRDefault="0001747B" w:rsidP="0001747B">
          <w:pPr>
            <w:pStyle w:val="44ADEED388CD4C5A90EB3FD04B2AA8EA"/>
          </w:pPr>
          <w:r w:rsidRPr="00890872">
            <w:rPr>
              <w:b/>
              <w:color w:val="FF0000"/>
            </w:rPr>
            <w:t>VYBER 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7B"/>
    <w:rsid w:val="0001747B"/>
    <w:rsid w:val="00097B2D"/>
    <w:rsid w:val="000B701B"/>
    <w:rsid w:val="000D46CF"/>
    <w:rsid w:val="00127A4E"/>
    <w:rsid w:val="00135F25"/>
    <w:rsid w:val="00161DD0"/>
    <w:rsid w:val="00176D12"/>
    <w:rsid w:val="00191DD4"/>
    <w:rsid w:val="00204E1E"/>
    <w:rsid w:val="002309A8"/>
    <w:rsid w:val="002471E0"/>
    <w:rsid w:val="002B43F9"/>
    <w:rsid w:val="003017C7"/>
    <w:rsid w:val="0031357F"/>
    <w:rsid w:val="00385016"/>
    <w:rsid w:val="00435572"/>
    <w:rsid w:val="00452223"/>
    <w:rsid w:val="004722C9"/>
    <w:rsid w:val="004913CC"/>
    <w:rsid w:val="004F030C"/>
    <w:rsid w:val="00554126"/>
    <w:rsid w:val="005E2022"/>
    <w:rsid w:val="00607B74"/>
    <w:rsid w:val="00621427"/>
    <w:rsid w:val="006632EB"/>
    <w:rsid w:val="00673E6C"/>
    <w:rsid w:val="006B6C0F"/>
    <w:rsid w:val="006F36C7"/>
    <w:rsid w:val="00767037"/>
    <w:rsid w:val="007844D8"/>
    <w:rsid w:val="007A4A32"/>
    <w:rsid w:val="007D5297"/>
    <w:rsid w:val="00852F59"/>
    <w:rsid w:val="00882747"/>
    <w:rsid w:val="008E0C46"/>
    <w:rsid w:val="00987D28"/>
    <w:rsid w:val="009D7E14"/>
    <w:rsid w:val="00A72CBF"/>
    <w:rsid w:val="00A737A2"/>
    <w:rsid w:val="00A95F3D"/>
    <w:rsid w:val="00AF7013"/>
    <w:rsid w:val="00B235D0"/>
    <w:rsid w:val="00B85254"/>
    <w:rsid w:val="00BA20CD"/>
    <w:rsid w:val="00C03207"/>
    <w:rsid w:val="00C07F3D"/>
    <w:rsid w:val="00C32BA2"/>
    <w:rsid w:val="00CA2890"/>
    <w:rsid w:val="00CA5192"/>
    <w:rsid w:val="00E01272"/>
    <w:rsid w:val="00F32DEB"/>
    <w:rsid w:val="00F5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4ADEED388CD4C5A90EB3FD04B2AA8EA">
    <w:name w:val="44ADEED388CD4C5A90EB3FD04B2AA8EA"/>
    <w:rsid w:val="0001747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4ADEED388CD4C5A90EB3FD04B2AA8EA">
    <w:name w:val="44ADEED388CD4C5A90EB3FD04B2AA8EA"/>
    <w:rsid w:val="00017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7DD9DE4-E5BD-4AA6-BFC1-05B2934E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17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Louženský Jan, Ing.</dc:creator>
  <cp:lastModifiedBy>Ondruška Radovan, Ing.</cp:lastModifiedBy>
  <cp:revision>5</cp:revision>
  <cp:lastPrinted>2020-03-11T10:56:00Z</cp:lastPrinted>
  <dcterms:created xsi:type="dcterms:W3CDTF">2020-07-17T08:09:00Z</dcterms:created>
  <dcterms:modified xsi:type="dcterms:W3CDTF">2020-07-17T08:53:00Z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